
<file path=[Content_Types].xml><?xml version="1.0" encoding="utf-8"?>
<Types xmlns="http://schemas.openxmlformats.org/package/2006/content-types"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95B3D7" w:themeColor="accent1" w:themeTint="99"/>
  <w:body>
    <w:p w14:paraId="6FAFDCAB" w14:textId="77777777" w:rsidR="006B39F6" w:rsidRDefault="008E433D" w:rsidP="00150A80">
      <w:pPr>
        <w:jc w:val="center"/>
      </w:pPr>
      <w:r>
        <w:rPr>
          <w:noProof/>
          <w:lang w:eastAsia="pt-PT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6" type="#_x0000_t32" style="position:absolute;left:0;text-align:left;margin-left:326pt;margin-top:246.3pt;width:.05pt;height:26.2pt;z-index:251678720" o:connectortype="straight" strokecolor="#622423" strokeweight="1.5pt">
            <v:stroke endarrow="block"/>
          </v:shape>
        </w:pict>
      </w:r>
      <w:r>
        <w:rPr>
          <w:noProof/>
          <w:lang w:eastAsia="pt-PT"/>
        </w:rPr>
        <w:pict>
          <v:shape id="_x0000_s1044" type="#_x0000_t32" style="position:absolute;left:0;text-align:left;margin-left:284.4pt;margin-top:246.3pt;width:79.75pt;height:0;z-index:251676672" o:connectortype="straight" strokecolor="#622423" strokeweight="1.5pt"/>
        </w:pict>
      </w:r>
      <w:r>
        <w:rPr>
          <w:noProof/>
          <w:lang w:eastAsia="pt-PT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5" type="#_x0000_t202" style="position:absolute;left:0;text-align:left;margin-left:45.65pt;margin-top:181.5pt;width:72.25pt;height:22.35pt;z-index:251695104;mso-width-relative:margin;mso-height-relative:margin" filled="f" fillcolor="white [3212]" stroked="f">
            <v:textbox style="mso-next-textbox:#_x0000_s1055">
              <w:txbxContent>
                <w:p w14:paraId="607170D2" w14:textId="77777777" w:rsidR="00DA5BC2" w:rsidRDefault="00DA5BC2" w:rsidP="00DA5BC2">
                  <w:pPr>
                    <w:jc w:val="center"/>
                  </w:pPr>
                  <w:r>
                    <w:rPr>
                      <w:color w:val="F2F2F2" w:themeColor="background1" w:themeShade="F2"/>
                    </w:rPr>
                    <w:t>Paula</w:t>
                  </w:r>
                </w:p>
              </w:txbxContent>
            </v:textbox>
          </v:shape>
        </w:pict>
      </w:r>
      <w:r>
        <w:rPr>
          <w:noProof/>
          <w:lang w:eastAsia="pt-PT"/>
        </w:rPr>
        <w:pict>
          <v:shape id="_x0000_s1054" type="#_x0000_t202" style="position:absolute;left:0;text-align:left;margin-left:113.7pt;margin-top:185.2pt;width:72.25pt;height:22.35pt;z-index:251694080;mso-width-relative:margin;mso-height-relative:margin" filled="f" fillcolor="white [3212]" stroked="f">
            <v:textbox style="mso-next-textbox:#_x0000_s1054">
              <w:txbxContent>
                <w:p w14:paraId="1937C538" w14:textId="77777777" w:rsidR="00DA5BC2" w:rsidRPr="00DA5BC2" w:rsidRDefault="00DA5BC2" w:rsidP="00DA5BC2">
                  <w:pPr>
                    <w:jc w:val="center"/>
                    <w:rPr>
                      <w:color w:val="FFFFFF" w:themeColor="background1"/>
                    </w:rPr>
                  </w:pPr>
                  <w:r w:rsidRPr="00DA5BC2">
                    <w:rPr>
                      <w:color w:val="FFFFFF" w:themeColor="background1"/>
                    </w:rPr>
                    <w:t>Paulo</w:t>
                  </w:r>
                </w:p>
              </w:txbxContent>
            </v:textbox>
          </v:shape>
        </w:pict>
      </w:r>
      <w:r>
        <w:rPr>
          <w:noProof/>
          <w:lang w:eastAsia="pt-PT"/>
        </w:rPr>
        <w:pict>
          <v:shape id="_x0000_s1053" type="#_x0000_t202" style="position:absolute;left:0;text-align:left;margin-left:257.2pt;margin-top:181.5pt;width:72.25pt;height:22.35pt;z-index:251693056;mso-width-relative:margin;mso-height-relative:margin" filled="f" fillcolor="white [3212]" stroked="f">
            <v:textbox style="mso-next-textbox:#_x0000_s1053">
              <w:txbxContent>
                <w:p w14:paraId="0B6E2471" w14:textId="77777777" w:rsidR="00DA5BC2" w:rsidRPr="00DA5BC2" w:rsidRDefault="00DA5BC2" w:rsidP="00DA5BC2">
                  <w:pPr>
                    <w:jc w:val="center"/>
                    <w:rPr>
                      <w:color w:val="FFFFFF" w:themeColor="background1"/>
                    </w:rPr>
                  </w:pPr>
                  <w:r w:rsidRPr="00DA5BC2">
                    <w:rPr>
                      <w:color w:val="FFFFFF" w:themeColor="background1"/>
                    </w:rPr>
                    <w:t>Catarina</w:t>
                  </w:r>
                </w:p>
              </w:txbxContent>
            </v:textbox>
          </v:shape>
        </w:pict>
      </w:r>
      <w:r>
        <w:rPr>
          <w:noProof/>
          <w:lang w:eastAsia="pt-PT"/>
        </w:rPr>
        <w:pict>
          <v:shape id="_x0000_s1052" type="#_x0000_t202" style="position:absolute;left:0;text-align:left;margin-left:321.15pt;margin-top:181.5pt;width:72.25pt;height:22.35pt;z-index:251692032;mso-width-relative:margin;mso-height-relative:margin" filled="f" fillcolor="white [3212]" stroked="f">
            <v:textbox style="mso-next-textbox:#_x0000_s1052">
              <w:txbxContent>
                <w:p w14:paraId="0201DF14" w14:textId="77777777" w:rsidR="00DA5BC2" w:rsidRDefault="00DA5BC2" w:rsidP="00DA5BC2">
                  <w:pPr>
                    <w:jc w:val="center"/>
                  </w:pPr>
                  <w:r>
                    <w:rPr>
                      <w:color w:val="F2F2F2" w:themeColor="background1" w:themeShade="F2"/>
                    </w:rPr>
                    <w:t>Óscar</w:t>
                  </w:r>
                </w:p>
              </w:txbxContent>
            </v:textbox>
          </v:shape>
        </w:pict>
      </w:r>
      <w:r>
        <w:rPr>
          <w:noProof/>
          <w:lang w:eastAsia="pt-PT"/>
        </w:rPr>
        <w:pict>
          <v:shape id="_x0000_s1051" type="#_x0000_t202" style="position:absolute;left:0;text-align:left;margin-left:221.2pt;margin-top:121.15pt;width:72.25pt;height:22.35pt;z-index:251691008;mso-width-relative:margin;mso-height-relative:margin" filled="f" fillcolor="white [3212]" stroked="f">
            <v:textbox style="mso-next-textbox:#_x0000_s1051">
              <w:txbxContent>
                <w:p w14:paraId="1C3B767E" w14:textId="77777777" w:rsidR="00DA5BC2" w:rsidRDefault="00DA5BC2" w:rsidP="00DA5BC2">
                  <w:pPr>
                    <w:jc w:val="center"/>
                  </w:pPr>
                  <w:r>
                    <w:rPr>
                      <w:color w:val="F2F2F2" w:themeColor="background1" w:themeShade="F2"/>
                    </w:rPr>
                    <w:t>Carreira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50" type="#_x0000_t202" style="position:absolute;left:0;text-align:left;margin-left:159.5pt;margin-top:117pt;width:72.25pt;height:22.35pt;z-index:251689984;mso-width-relative:margin;mso-height-relative:margin" filled="f" fillcolor="white [3212]" stroked="f">
            <v:textbox style="mso-next-textbox:#_x0000_s1050">
              <w:txbxContent>
                <w:p w14:paraId="405011DD" w14:textId="77777777" w:rsidR="00DA5BC2" w:rsidRDefault="00DA5BC2" w:rsidP="00DA5BC2">
                  <w:pPr>
                    <w:jc w:val="center"/>
                  </w:pPr>
                  <w:r w:rsidRPr="00DA5BC2">
                    <w:rPr>
                      <w:color w:val="F2F2F2" w:themeColor="background1" w:themeShade="F2"/>
                    </w:rPr>
                    <w:t>Conceição</w:t>
                  </w:r>
                </w:p>
              </w:txbxContent>
            </v:textbox>
          </v:shape>
        </w:pict>
      </w:r>
      <w:r w:rsidR="00FE1900">
        <w:rPr>
          <w:noProof/>
          <w:lang w:eastAsia="pt-PT"/>
        </w:rPr>
        <w:drawing>
          <wp:anchor distT="0" distB="0" distL="114300" distR="114300" simplePos="0" relativeHeight="251658240" behindDoc="1" locked="0" layoutInCell="1" allowOverlap="1" wp14:editId="1BBF8456">
            <wp:simplePos x="0" y="0"/>
            <wp:positionH relativeFrom="column">
              <wp:posOffset>16510</wp:posOffset>
            </wp:positionH>
            <wp:positionV relativeFrom="paragraph">
              <wp:posOffset>1113155</wp:posOffset>
            </wp:positionV>
            <wp:extent cx="5910580" cy="4093845"/>
            <wp:effectExtent l="19050" t="0" r="0" b="0"/>
            <wp:wrapTight wrapText="bothSides">
              <wp:wrapPolygon edited="0">
                <wp:start x="-70" y="0"/>
                <wp:lineTo x="-70" y="21510"/>
                <wp:lineTo x="21581" y="21510"/>
                <wp:lineTo x="21581" y="0"/>
                <wp:lineTo x="-70" y="0"/>
              </wp:wrapPolygon>
            </wp:wrapTight>
            <wp:docPr id="6" name="Imagem 6" descr="C:\Documents and Settings\EFA\Definições locais\Temporary Internet Files\Content.IE5\I6AM8UOE\MPj04386010000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Documents and Settings\EFA\Definições locais\Temporary Internet Files\Content.IE5\I6AM8UOE\MPj04386010000[1]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10580" cy="40938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E1900">
        <w:rPr>
          <w:noProof/>
          <w:lang w:eastAsia="pt-PT"/>
        </w:rPr>
        <w:drawing>
          <wp:anchor distT="0" distB="0" distL="114300" distR="114300" simplePos="0" relativeHeight="251685888" behindDoc="0" locked="0" layoutInCell="1" allowOverlap="1" wp14:editId="1D449908">
            <wp:simplePos x="0" y="0"/>
            <wp:positionH relativeFrom="column">
              <wp:posOffset>692652</wp:posOffset>
            </wp:positionH>
            <wp:positionV relativeFrom="paragraph">
              <wp:posOffset>2532617</wp:posOffset>
            </wp:positionV>
            <wp:extent cx="629219" cy="580030"/>
            <wp:effectExtent l="19050" t="0" r="0" b="0"/>
            <wp:wrapNone/>
            <wp:docPr id="16" name="Imagem 16" descr="C:\Documents and Settings\EFA\Definições locais\Temporary Internet Files\Content.IE5\HSBFGA1B\MCj044059900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C:\Documents and Settings\EFA\Definições locais\Temporary Internet Files\Content.IE5\HSBFGA1B\MCj04405990000[1].wmf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219" cy="580030"/>
                    </a:xfrm>
                    <a:prstGeom prst="ellipse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742EB">
        <w:rPr>
          <w:noProof/>
          <w:lang w:eastAsia="pt-PT"/>
        </w:rPr>
        <w:drawing>
          <wp:anchor distT="0" distB="0" distL="114300" distR="114300" simplePos="0" relativeHeight="251684864" behindDoc="0" locked="0" layoutInCell="1" allowOverlap="1" wp14:editId="6BAF8DD0">
            <wp:simplePos x="0" y="0"/>
            <wp:positionH relativeFrom="column">
              <wp:posOffset>1600864</wp:posOffset>
            </wp:positionH>
            <wp:positionV relativeFrom="paragraph">
              <wp:posOffset>2532617</wp:posOffset>
            </wp:positionV>
            <wp:extent cx="625409" cy="627797"/>
            <wp:effectExtent l="19050" t="0" r="3241" b="0"/>
            <wp:wrapNone/>
            <wp:docPr id="12" name="Imagem 12" descr="C:\Documents and Settings\EFA\Definições locais\Temporary Internet Files\Content.IE5\8HKS0D2F\MCj044059300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Documents and Settings\EFA\Definições locais\Temporary Internet Files\Content.IE5\8HKS0D2F\MCj04405930000[1].wmf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5409" cy="627797"/>
                    </a:xfrm>
                    <a:prstGeom prst="ellipse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B6494">
        <w:rPr>
          <w:noProof/>
          <w:lang w:eastAsia="pt-PT"/>
        </w:rPr>
        <w:drawing>
          <wp:anchor distT="0" distB="0" distL="114300" distR="114300" simplePos="0" relativeHeight="251682816" behindDoc="0" locked="0" layoutInCell="1" allowOverlap="1" wp14:editId="48E05076">
            <wp:simplePos x="0" y="0"/>
            <wp:positionH relativeFrom="column">
              <wp:posOffset>4206951</wp:posOffset>
            </wp:positionH>
            <wp:positionV relativeFrom="paragraph">
              <wp:posOffset>2532617</wp:posOffset>
            </wp:positionV>
            <wp:extent cx="656514" cy="580030"/>
            <wp:effectExtent l="19050" t="0" r="0" b="0"/>
            <wp:wrapNone/>
            <wp:docPr id="9" name="Imagem 9" descr="C:\Documents and Settings\EFA\Definições locais\Temporary Internet Files\Content.IE5\FDHX1DXE\MCj044059100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Documents and Settings\EFA\Definições locais\Temporary Internet Files\Content.IE5\FDHX1DXE\MCj04405910000[1].wmf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6514" cy="580030"/>
                    </a:xfrm>
                    <a:prstGeom prst="ellipse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B6494">
        <w:rPr>
          <w:noProof/>
          <w:lang w:eastAsia="pt-PT"/>
        </w:rPr>
        <w:drawing>
          <wp:anchor distT="0" distB="0" distL="114300" distR="114300" simplePos="0" relativeHeight="251681792" behindDoc="0" locked="0" layoutInCell="1" allowOverlap="1" wp14:editId="607B87EC">
            <wp:simplePos x="0" y="0"/>
            <wp:positionH relativeFrom="column">
              <wp:posOffset>3353966</wp:posOffset>
            </wp:positionH>
            <wp:positionV relativeFrom="paragraph">
              <wp:posOffset>2532617</wp:posOffset>
            </wp:positionV>
            <wp:extent cx="595099" cy="580030"/>
            <wp:effectExtent l="19050" t="0" r="0" b="0"/>
            <wp:wrapNone/>
            <wp:docPr id="8" name="Image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5099" cy="580030"/>
                    </a:xfrm>
                    <a:prstGeom prst="ellipse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pt-PT"/>
        </w:rPr>
        <w:pict>
          <v:oval id="_x0000_s1041" style="position:absolute;left:0;text-align:left;margin-left:53.25pt;margin-top:200.65pt;width:52.65pt;height:45.65pt;z-index:251673600;mso-position-horizontal-relative:text;mso-position-vertical-relative:text" fillcolor="#eaf1dd" strokecolor="#622423" strokeweight="1.5pt"/>
        </w:pict>
      </w:r>
      <w:r>
        <w:rPr>
          <w:noProof/>
          <w:lang w:eastAsia="pt-PT"/>
        </w:rPr>
        <w:pict>
          <v:oval id="_x0000_s1040" style="position:absolute;left:0;text-align:left;margin-left:329.95pt;margin-top:198.9pt;width:52.65pt;height:45.65pt;z-index:251672576;mso-position-horizontal-relative:text;mso-position-vertical-relative:text" fillcolor="#eaf1dd" strokecolor="#622423" strokeweight="1.5pt"/>
        </w:pict>
      </w:r>
      <w:r w:rsidR="00703401">
        <w:rPr>
          <w:noProof/>
          <w:lang w:eastAsia="pt-PT"/>
        </w:rPr>
        <w:drawing>
          <wp:anchor distT="0" distB="0" distL="114300" distR="114300" simplePos="0" relativeHeight="251671552" behindDoc="0" locked="0" layoutInCell="1" allowOverlap="1" wp14:editId="7E1A4664">
            <wp:simplePos x="0" y="0"/>
            <wp:positionH relativeFrom="column">
              <wp:posOffset>2966426</wp:posOffset>
            </wp:positionH>
            <wp:positionV relativeFrom="paragraph">
              <wp:posOffset>1734223</wp:posOffset>
            </wp:positionV>
            <wp:extent cx="640014" cy="567706"/>
            <wp:effectExtent l="19050" t="0" r="7686" b="0"/>
            <wp:wrapNone/>
            <wp:docPr id="23" name="Imagem 23" descr="C:\Documents and Settings\EFA\Definições locais\Temporary Internet Files\Content.IE5\I6AM8UOE\MCj04405860000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C:\Documents and Settings\EFA\Definições locais\Temporary Internet Files\Content.IE5\I6AM8UOE\MCj04405860000[1].png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2728" cy="570114"/>
                    </a:xfrm>
                    <a:prstGeom prst="ellipse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03401">
        <w:rPr>
          <w:noProof/>
          <w:lang w:eastAsia="pt-PT"/>
        </w:rPr>
        <w:drawing>
          <wp:anchor distT="0" distB="0" distL="114300" distR="114300" simplePos="0" relativeHeight="251670528" behindDoc="0" locked="0" layoutInCell="1" allowOverlap="1" wp14:editId="510B6C7A">
            <wp:simplePos x="0" y="0"/>
            <wp:positionH relativeFrom="column">
              <wp:posOffset>2139315</wp:posOffset>
            </wp:positionH>
            <wp:positionV relativeFrom="paragraph">
              <wp:posOffset>1693280</wp:posOffset>
            </wp:positionV>
            <wp:extent cx="683810" cy="573206"/>
            <wp:effectExtent l="19050" t="0" r="1990" b="0"/>
            <wp:wrapNone/>
            <wp:docPr id="3" name="Imagem 20" descr="C:\Documents and Settings\EFA\Definições locais\Temporary Internet Files\Content.IE5\5MWV01VE\MCj04405790000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C:\Documents and Settings\EFA\Definições locais\Temporary Internet Files\Content.IE5\5MWV01VE\MCj04405790000[1].png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3810" cy="573206"/>
                    </a:xfrm>
                    <a:prstGeom prst="ellipse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pt-PT"/>
        </w:rPr>
        <w:pict>
          <v:shape id="_x0000_s1030" type="#_x0000_t32" style="position:absolute;left:0;text-align:left;margin-left:150.8pt;margin-top:188.65pt;width:140.8pt;height:1.95pt;z-index:251663360;mso-position-horizontal-relative:text;mso-position-vertical-relative:text" o:connectortype="straight" strokecolor="#622423" strokeweight="1pt"/>
        </w:pict>
      </w:r>
      <w:r>
        <w:rPr>
          <w:noProof/>
          <w:lang w:eastAsia="pt-PT"/>
        </w:rPr>
        <w:pict>
          <v:shape id="_x0000_s1034" type="#_x0000_t32" style="position:absolute;left:0;text-align:left;margin-left:291.6pt;margin-top:190.6pt;width:.05pt;height:10.05pt;z-index:251667456;mso-position-horizontal-relative:text;mso-position-vertical-relative:text" o:connectortype="straight" strokecolor="#622423">
            <v:stroke endarrow="block"/>
          </v:shape>
        </w:pict>
      </w:r>
      <w:r>
        <w:rPr>
          <w:noProof/>
          <w:lang w:eastAsia="pt-PT"/>
        </w:rPr>
        <w:pict>
          <v:oval id="_x0000_s1026" style="position:absolute;left:0;text-align:left;margin-left:125.6pt;margin-top:200.65pt;width:52.65pt;height:45.65pt;z-index:251659264;mso-position-horizontal-relative:text;mso-position-vertical-relative:text" fillcolor="#eaf1dd" strokecolor="#622423" strokeweight="1.5pt"/>
        </w:pict>
      </w:r>
      <w:r>
        <w:rPr>
          <w:noProof/>
          <w:lang w:eastAsia="pt-PT"/>
        </w:rPr>
        <w:pict>
          <v:shape id="_x0000_s1033" type="#_x0000_t32" style="position:absolute;left:0;text-align:left;margin-left:150.8pt;margin-top:188.65pt;width:.05pt;height:12pt;z-index:251666432;mso-position-horizontal-relative:text;mso-position-vertical-relative:text" o:connectortype="straight" strokecolor="#622423">
            <v:stroke endarrow="block"/>
          </v:shape>
        </w:pict>
      </w:r>
      <w:r>
        <w:rPr>
          <w:noProof/>
          <w:lang w:eastAsia="pt-PT"/>
        </w:rPr>
        <w:pict>
          <v:shape id="_x0000_s1031" type="#_x0000_t32" style="position:absolute;left:0;text-align:left;margin-left:195.45pt;margin-top:178.6pt;width:.05pt;height:12pt;z-index:251664384;mso-position-horizontal-relative:text;mso-position-vertical-relative:text" o:connectortype="straight" strokecolor="#622423">
            <v:stroke endarrow="block"/>
          </v:shape>
        </w:pict>
      </w:r>
      <w:r>
        <w:rPr>
          <w:noProof/>
          <w:lang w:eastAsia="pt-PT"/>
        </w:rPr>
        <w:pict>
          <v:shape id="_x0000_s1032" type="#_x0000_t32" style="position:absolute;left:0;text-align:left;margin-left:257.2pt;margin-top:180.55pt;width:.05pt;height:10.05pt;z-index:251665408;mso-position-horizontal-relative:text;mso-position-vertical-relative:text" o:connectortype="straight" strokecolor="#622423">
            <v:stroke endarrow="block"/>
          </v:shape>
        </w:pict>
      </w:r>
      <w:r>
        <w:rPr>
          <w:noProof/>
          <w:lang w:eastAsia="pt-PT"/>
        </w:rPr>
        <w:pict>
          <v:oval id="_x0000_s1027" style="position:absolute;left:0;text-align:left;margin-left:262.2pt;margin-top:198.9pt;width:52.65pt;height:45.65pt;z-index:251660288;mso-position-horizontal-relative:text;mso-position-vertical-relative:text" fillcolor="#eaf1dd" strokecolor="#622423" strokeweight="1.5pt"/>
        </w:pict>
      </w:r>
      <w:r>
        <w:rPr>
          <w:noProof/>
          <w:lang w:eastAsia="pt-PT"/>
        </w:rPr>
        <w:pict>
          <v:oval id="_x0000_s1028" style="position:absolute;left:0;text-align:left;margin-left:231.75pt;margin-top:135.85pt;width:52.65pt;height:45.65pt;z-index:251661312;mso-position-horizontal-relative:text;mso-position-vertical-relative:text" fillcolor="#eaf1dd" strokecolor="#622423" strokeweight="1.5pt"/>
        </w:pict>
      </w:r>
      <w:r>
        <w:rPr>
          <w:noProof/>
          <w:lang w:eastAsia="pt-PT"/>
        </w:rPr>
        <w:pict>
          <v:oval id="_x0000_s1029" style="position:absolute;left:0;text-align:left;margin-left:168.55pt;margin-top:132.95pt;width:52.65pt;height:45.65pt;z-index:251662336;mso-position-horizontal-relative:text;mso-position-vertical-relative:text" fillcolor="#eaf1dd" strokecolor="#622423" strokeweight="1.5pt"/>
        </w:pict>
      </w:r>
      <w:r>
        <w:pict>
          <v:shapetype id="_x0000_t158" coordsize="21600,21600" o:spt="158" adj="1404,10800" path="m@37@0c@38@3@39@1@40@0@41@3@42@1@43@0m@30@4c@31@5@32@6@33@4@34@5@35@6@36@4e">
            <v:formulas>
              <v:f eqn="val #0"/>
              <v:f eqn="prod @0 41 9"/>
              <v:f eqn="prod @0 23 9"/>
              <v:f eqn="sum 0 0 @2"/>
              <v:f eqn="sum 21600 0 #0"/>
              <v:f eqn="sum 21600 0 @1"/>
              <v:f eqn="sum 21600 0 @3"/>
              <v:f eqn="sum #1 0 10800"/>
              <v:f eqn="sum 21600 0 #1"/>
              <v:f eqn="prod @8 1 3"/>
              <v:f eqn="prod @8 2 3"/>
              <v:f eqn="prod @8 4 3"/>
              <v:f eqn="prod @8 5 3"/>
              <v:f eqn="prod @8 2 1"/>
              <v:f eqn="sum 21600 0 @9"/>
              <v:f eqn="sum 21600 0 @10"/>
              <v:f eqn="sum 21600 0 @8"/>
              <v:f eqn="sum 21600 0 @11"/>
              <v:f eqn="sum 21600 0 @12"/>
              <v:f eqn="sum 21600 0 @13"/>
              <v:f eqn="prod #1 1 3"/>
              <v:f eqn="prod #1 2 3"/>
              <v:f eqn="prod #1 4 3"/>
              <v:f eqn="prod #1 5 3"/>
              <v:f eqn="prod #1 2 1"/>
              <v:f eqn="sum 21600 0 @20"/>
              <v:f eqn="sum 21600 0 @21"/>
              <v:f eqn="sum 21600 0 @22"/>
              <v:f eqn="sum 21600 0 @23"/>
              <v:f eqn="sum 21600 0 @24"/>
              <v:f eqn="if @7 @19 0"/>
              <v:f eqn="if @7 @18 @20"/>
              <v:f eqn="if @7 @17 @21"/>
              <v:f eqn="if @7 @16 #1"/>
              <v:f eqn="if @7 @15 @22"/>
              <v:f eqn="if @7 @14 @23"/>
              <v:f eqn="if @7 21600 @24"/>
              <v:f eqn="if @7 0 @29"/>
              <v:f eqn="if @7 @9 @28"/>
              <v:f eqn="if @7 @10 @27"/>
              <v:f eqn="if @7 @8 @8"/>
              <v:f eqn="if @7 @11 @26"/>
              <v:f eqn="if @7 @12 @25"/>
              <v:f eqn="if @7 @13 21600"/>
              <v:f eqn="sum @36 0 @30"/>
              <v:f eqn="sum @4 0 @0"/>
              <v:f eqn="max @30 @37"/>
              <v:f eqn="min @36 @43"/>
              <v:f eqn="prod @0 2 1"/>
              <v:f eqn="sum 21600 0 @48"/>
              <v:f eqn="mid @36 @43"/>
              <v:f eqn="mid @30 @37"/>
            </v:formulas>
            <v:path textpathok="t" o:connecttype="custom" o:connectlocs="@40,@0;@51,10800;@33,@4;@50,10800" o:connectangles="270,180,90,0"/>
            <v:textpath on="t" fitshape="t" xscale="t"/>
            <v:handles>
              <v:h position="topLeft,#0" yrange="0,2229"/>
              <v:h position="#1,bottomRight" xrange="8640,12960"/>
            </v:handles>
            <o:lock v:ext="edit" text="t" shapetype="t"/>
          </v:shapetype>
          <v:shape id="_x0000_i1025" type="#_x0000_t158" style="width:172.55pt;height:41.45pt" fillcolor="#eeece1 [3214]" strokecolor="green" strokeweight="1pt">
            <v:shadow on="t" type="perspective" color="white [3212]" opacity="52429f" origin="-.5,-.5" offset="-26pt,-36pt" matrix="1.25,,,1.25"/>
            <v:textpath style="font-family:&quot;Times New Roman&quot;;v-text-kern:t" trim="t" fitpath="t" xscale="f" string="Family Tree"/>
          </v:shape>
        </w:pict>
      </w:r>
    </w:p>
    <w:p w14:paraId="48B184D5" w14:textId="77777777" w:rsidR="006B39F6" w:rsidRPr="00573989" w:rsidRDefault="008E433D" w:rsidP="006B39F6">
      <w:r>
        <w:rPr>
          <w:noProof/>
          <w:lang w:eastAsia="pt-PT"/>
        </w:rPr>
        <w:pict>
          <v:shape id="_x0000_s1045" type="#_x0000_t32" style="position:absolute;margin-left:72.4pt;margin-top:-160.2pt;width:85.95pt;height:.05pt;z-index:251677696" o:connectortype="straight" strokecolor="#622423" strokeweight="1.5pt"/>
        </w:pict>
      </w:r>
      <w:r>
        <w:rPr>
          <w:noProof/>
          <w:lang w:eastAsia="pt-PT"/>
        </w:rPr>
        <w:pict>
          <v:shape id="_x0000_s1047" type="#_x0000_t32" style="position:absolute;margin-left:75.6pt;margin-top:-160.2pt;width:.05pt;height:25.05pt;z-index:251679744" o:connectortype="straight" strokecolor="#622423" strokeweight="1.5pt">
            <v:stroke endarrow="block"/>
          </v:shape>
        </w:pict>
      </w:r>
      <w:r>
        <w:rPr>
          <w:noProof/>
          <w:lang w:eastAsia="pt-PT"/>
        </w:rPr>
        <w:pict>
          <v:shape id="_x0000_s1048" type="#_x0000_t32" style="position:absolute;margin-left:150.85pt;margin-top:-160.2pt;width:0;height:25.05pt;z-index:251680768" o:connectortype="straight" strokecolor="#622423" strokeweight="1.5pt">
            <v:stroke endarrow="block"/>
          </v:shape>
        </w:pict>
      </w:r>
      <w:r>
        <w:rPr>
          <w:noProof/>
          <w:lang w:eastAsia="pt-PT"/>
        </w:rPr>
        <w:pict>
          <v:shape id="_x0000_s1058" type="#_x0000_t202" style="position:absolute;margin-left:37.85pt;margin-top:-152.1pt;width:72.25pt;height:22.35pt;z-index:251698176;mso-width-relative:margin;mso-height-relative:margin" filled="f" fillcolor="white [3212]" stroked="f">
            <v:textbox style="mso-next-textbox:#_x0000_s1058">
              <w:txbxContent>
                <w:p w14:paraId="15B1C8D0" w14:textId="77777777" w:rsidR="003D6640" w:rsidRDefault="003D6640" w:rsidP="003D6640">
                  <w:pPr>
                    <w:jc w:val="center"/>
                  </w:pPr>
                  <w:r>
                    <w:rPr>
                      <w:color w:val="F2F2F2" w:themeColor="background1" w:themeShade="F2"/>
                    </w:rPr>
                    <w:t>Rute</w:t>
                  </w:r>
                </w:p>
              </w:txbxContent>
            </v:textbox>
          </v:shape>
        </w:pict>
      </w:r>
      <w:r>
        <w:rPr>
          <w:noProof/>
          <w:lang w:eastAsia="pt-PT"/>
        </w:rPr>
        <w:pict>
          <v:shape id="_x0000_s1057" type="#_x0000_t202" style="position:absolute;margin-left:113.7pt;margin-top:-150.4pt;width:72.25pt;height:22.35pt;z-index:251697152;mso-width-relative:margin;mso-height-relative:margin" filled="f" fillcolor="white [3212]" stroked="f">
            <v:textbox>
              <w:txbxContent>
                <w:p w14:paraId="7E64BBA8" w14:textId="77777777" w:rsidR="003D6640" w:rsidRDefault="003D6640" w:rsidP="003D6640">
                  <w:pPr>
                    <w:jc w:val="center"/>
                  </w:pPr>
                  <w:r>
                    <w:rPr>
                      <w:color w:val="F2F2F2" w:themeColor="background1" w:themeShade="F2"/>
                    </w:rPr>
                    <w:t>Pedro</w:t>
                  </w:r>
                </w:p>
              </w:txbxContent>
            </v:textbox>
          </v:shape>
        </w:pict>
      </w:r>
      <w:r>
        <w:rPr>
          <w:noProof/>
          <w:lang w:eastAsia="pt-PT"/>
        </w:rPr>
        <w:pict>
          <v:shape id="_x0000_s1056" type="#_x0000_t202" style="position:absolute;margin-left:288.25pt;margin-top:-152.15pt;width:72.25pt;height:24.1pt;z-index:251696128;mso-width-relative:margin;mso-height-relative:margin" filled="f" fillcolor="white [3212]" stroked="f">
            <v:textbox>
              <w:txbxContent>
                <w:p w14:paraId="3FA03FF6" w14:textId="77777777" w:rsidR="00DA5BC2" w:rsidRDefault="00DA5BC2" w:rsidP="00DA5BC2">
                  <w:pPr>
                    <w:jc w:val="center"/>
                  </w:pPr>
                  <w:r>
                    <w:rPr>
                      <w:color w:val="F2F2F2" w:themeColor="background1" w:themeShade="F2"/>
                    </w:rPr>
                    <w:t>Cristina</w:t>
                  </w:r>
                </w:p>
              </w:txbxContent>
            </v:textbox>
          </v:shape>
        </w:pict>
      </w:r>
      <w:r w:rsidR="00664B28">
        <w:rPr>
          <w:noProof/>
          <w:lang w:eastAsia="pt-PT"/>
        </w:rPr>
        <w:drawing>
          <wp:anchor distT="0" distB="0" distL="114300" distR="114300" simplePos="0" relativeHeight="251687936" behindDoc="0" locked="0" layoutInCell="1" allowOverlap="1" wp14:editId="3E4D71CA">
            <wp:simplePos x="0" y="0"/>
            <wp:positionH relativeFrom="column">
              <wp:posOffset>638696</wp:posOffset>
            </wp:positionH>
            <wp:positionV relativeFrom="paragraph">
              <wp:posOffset>-1734593</wp:posOffset>
            </wp:positionV>
            <wp:extent cx="629219" cy="580030"/>
            <wp:effectExtent l="19050" t="0" r="0" b="0"/>
            <wp:wrapNone/>
            <wp:docPr id="21" name="Imagem 21" descr="C:\Documents and Settings\EFA\Definições locais\Temporary Internet Files\Content.IE5\HCOU3VRM\MCj044060100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C:\Documents and Settings\EFA\Definições locais\Temporary Internet Files\Content.IE5\HCOU3VRM\MCj04406010000[1].wmf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219" cy="580030"/>
                    </a:xfrm>
                    <a:prstGeom prst="ellipse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115F1">
        <w:rPr>
          <w:noProof/>
          <w:lang w:eastAsia="pt-PT"/>
        </w:rPr>
        <w:drawing>
          <wp:anchor distT="0" distB="0" distL="114300" distR="114300" simplePos="0" relativeHeight="251686912" behindDoc="0" locked="0" layoutInCell="1" allowOverlap="1" wp14:editId="3C133AAF">
            <wp:simplePos x="0" y="0"/>
            <wp:positionH relativeFrom="column">
              <wp:posOffset>1610701</wp:posOffset>
            </wp:positionH>
            <wp:positionV relativeFrom="paragraph">
              <wp:posOffset>-1700473</wp:posOffset>
            </wp:positionV>
            <wp:extent cx="615571" cy="580030"/>
            <wp:effectExtent l="19050" t="0" r="0" b="0"/>
            <wp:wrapNone/>
            <wp:docPr id="19" name="Imagem 19" descr="C:\Documents and Settings\EFA\Definições locais\Temporary Internet Files\Content.IE5\HCOU3VRM\MCj044059700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C:\Documents and Settings\EFA\Definições locais\Temporary Internet Files\Content.IE5\HCOU3VRM\MCj04405970000[1].wmf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571" cy="580030"/>
                    </a:xfrm>
                    <a:prstGeom prst="ellipse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B6494">
        <w:rPr>
          <w:noProof/>
          <w:lang w:eastAsia="pt-PT"/>
        </w:rPr>
        <w:drawing>
          <wp:anchor distT="0" distB="0" distL="114300" distR="114300" simplePos="0" relativeHeight="251683840" behindDoc="0" locked="0" layoutInCell="1" allowOverlap="1" wp14:editId="48BF1F6B">
            <wp:simplePos x="0" y="0"/>
            <wp:positionH relativeFrom="column">
              <wp:posOffset>3817990</wp:posOffset>
            </wp:positionH>
            <wp:positionV relativeFrom="paragraph">
              <wp:posOffset>-1734375</wp:posOffset>
            </wp:positionV>
            <wp:extent cx="656514" cy="559559"/>
            <wp:effectExtent l="19050" t="0" r="0" b="0"/>
            <wp:wrapNone/>
            <wp:docPr id="10" name="Imagem 10" descr="C:\Documents and Settings\EFA\Definições locais\Temporary Internet Files\Content.IE5\HCOU3VRM\MCj044058900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Documents and Settings\EFA\Definições locais\Temporary Internet Files\Content.IE5\HCOU3VRM\MCj04405890000[1].wmf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19" cy="566382"/>
                    </a:xfrm>
                    <a:prstGeom prst="ellipse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pt-PT"/>
        </w:rPr>
        <w:pict>
          <v:oval id="_x0000_s1042" style="position:absolute;margin-left:49pt;margin-top:-135.15pt;width:52.65pt;height:45.65pt;z-index:251674624;mso-position-horizontal-relative:text;mso-position-vertical-relative:text" fillcolor="#eaf1dd" strokecolor="#622423" strokeweight="1.5pt"/>
        </w:pict>
      </w:r>
      <w:r>
        <w:rPr>
          <w:noProof/>
          <w:lang w:eastAsia="pt-PT"/>
        </w:rPr>
        <w:pict>
          <v:oval id="_x0000_s1043" style="position:absolute;margin-left:125.6pt;margin-top:-135.15pt;width:52.65pt;height:45.65pt;z-index:251675648;mso-position-horizontal-relative:text;mso-position-vertical-relative:text" fillcolor="#eaf1dd" strokecolor="#622423" strokeweight="1.5pt"/>
        </w:pict>
      </w:r>
      <w:r>
        <w:rPr>
          <w:noProof/>
          <w:lang w:eastAsia="pt-PT"/>
        </w:rPr>
        <w:pict>
          <v:oval id="_x0000_s1036" style="position:absolute;margin-left:300.35pt;margin-top:-137.65pt;width:52.65pt;height:45.65pt;z-index:251668480;mso-position-horizontal-relative:text;mso-position-vertical-relative:text" fillcolor="#eaf1dd" strokecolor="#622423" strokeweight="1.5pt"/>
        </w:pict>
      </w:r>
    </w:p>
    <w:p w14:paraId="5D41C1C2" w14:textId="77777777" w:rsidR="007D0BCA" w:rsidRDefault="00573989" w:rsidP="006B39F6">
      <w:pPr>
        <w:rPr>
          <w:lang w:val="en-US"/>
        </w:rPr>
      </w:pPr>
      <w:r>
        <w:rPr>
          <w:lang w:val="en-US"/>
        </w:rPr>
        <w:t>My name is Paulo, and here I present my family tree.</w:t>
      </w:r>
    </w:p>
    <w:p w14:paraId="3EB31C46" w14:textId="77777777" w:rsidR="00573989" w:rsidRDefault="00573989" w:rsidP="006B39F6">
      <w:pPr>
        <w:rPr>
          <w:lang w:val="en-US"/>
        </w:rPr>
      </w:pPr>
      <w:r>
        <w:rPr>
          <w:lang w:val="en-US"/>
        </w:rPr>
        <w:t xml:space="preserve">My mom </w:t>
      </w:r>
      <w:proofErr w:type="spellStart"/>
      <w:r>
        <w:rPr>
          <w:lang w:val="en-US"/>
        </w:rPr>
        <w:t>Conceição</w:t>
      </w:r>
      <w:proofErr w:type="spellEnd"/>
      <w:r>
        <w:rPr>
          <w:lang w:val="en-US"/>
        </w:rPr>
        <w:t xml:space="preserve"> married with my father </w:t>
      </w:r>
      <w:proofErr w:type="spellStart"/>
      <w:r>
        <w:rPr>
          <w:lang w:val="en-US"/>
        </w:rPr>
        <w:t>Carreira</w:t>
      </w:r>
      <w:proofErr w:type="spellEnd"/>
      <w:r>
        <w:rPr>
          <w:lang w:val="en-US"/>
        </w:rPr>
        <w:t xml:space="preserve">, and they have me and my sister </w:t>
      </w:r>
      <w:proofErr w:type="spellStart"/>
      <w:r>
        <w:rPr>
          <w:lang w:val="en-US"/>
        </w:rPr>
        <w:t>Catarina</w:t>
      </w:r>
      <w:proofErr w:type="spellEnd"/>
      <w:r>
        <w:rPr>
          <w:lang w:val="en-US"/>
        </w:rPr>
        <w:t>.</w:t>
      </w:r>
    </w:p>
    <w:p w14:paraId="78507960" w14:textId="77777777" w:rsidR="00573989" w:rsidRDefault="00573989" w:rsidP="006B39F6">
      <w:pPr>
        <w:rPr>
          <w:lang w:val="en-US"/>
        </w:rPr>
      </w:pPr>
      <w:r>
        <w:rPr>
          <w:lang w:val="en-US"/>
        </w:rPr>
        <w:t xml:space="preserve">Oscar´s is my brother in </w:t>
      </w:r>
      <w:proofErr w:type="gramStart"/>
      <w:r>
        <w:rPr>
          <w:lang w:val="en-US"/>
        </w:rPr>
        <w:t>law ,</w:t>
      </w:r>
      <w:proofErr w:type="gramEnd"/>
      <w:r>
        <w:rPr>
          <w:lang w:val="en-US"/>
        </w:rPr>
        <w:t xml:space="preserve"> he is great</w:t>
      </w:r>
    </w:p>
    <w:p w14:paraId="424D50CF" w14:textId="77777777" w:rsidR="00573989" w:rsidRDefault="00573989" w:rsidP="006B39F6">
      <w:pPr>
        <w:rPr>
          <w:lang w:val="en-US"/>
        </w:rPr>
      </w:pPr>
      <w:r>
        <w:rPr>
          <w:lang w:val="en-US"/>
        </w:rPr>
        <w:t xml:space="preserve">I married with Paula and we have two kids </w:t>
      </w:r>
      <w:proofErr w:type="spellStart"/>
      <w:r>
        <w:rPr>
          <w:lang w:val="en-US"/>
        </w:rPr>
        <w:t>Rute</w:t>
      </w:r>
      <w:proofErr w:type="spellEnd"/>
      <w:r>
        <w:rPr>
          <w:lang w:val="en-US"/>
        </w:rPr>
        <w:t xml:space="preserve"> and Pedro they are twins</w:t>
      </w:r>
    </w:p>
    <w:p w14:paraId="2B21F5A2" w14:textId="77777777" w:rsidR="00573989" w:rsidRDefault="00573989" w:rsidP="006B39F6">
      <w:pPr>
        <w:rPr>
          <w:lang w:val="en-US"/>
        </w:rPr>
      </w:pPr>
      <w:r>
        <w:rPr>
          <w:lang w:val="en-US"/>
        </w:rPr>
        <w:t>My sister and my brother in law have Cristina my little niece.</w:t>
      </w:r>
      <w:bookmarkStart w:id="0" w:name="_GoBack"/>
      <w:bookmarkEnd w:id="0"/>
    </w:p>
    <w:p w14:paraId="50D918EC" w14:textId="77777777" w:rsidR="00573989" w:rsidRPr="009852B1" w:rsidRDefault="00573989" w:rsidP="006B39F6">
      <w:pPr>
        <w:rPr>
          <w:lang w:val="en-US"/>
        </w:rPr>
      </w:pPr>
    </w:p>
    <w:p w14:paraId="339E041B" w14:textId="77777777" w:rsidR="007D0BCA" w:rsidRPr="009852B1" w:rsidRDefault="007D0BCA" w:rsidP="006B39F6">
      <w:pPr>
        <w:rPr>
          <w:lang w:val="en-US"/>
        </w:rPr>
      </w:pPr>
    </w:p>
    <w:p w14:paraId="501048A3" w14:textId="77777777" w:rsidR="00F97D08" w:rsidRPr="00573989" w:rsidRDefault="006B39F6" w:rsidP="006B39F6">
      <w:pPr>
        <w:tabs>
          <w:tab w:val="left" w:pos="2644"/>
        </w:tabs>
        <w:rPr>
          <w:lang w:val="en-US"/>
        </w:rPr>
      </w:pPr>
      <w:r w:rsidRPr="00573989">
        <w:rPr>
          <w:lang w:val="en-US"/>
        </w:rPr>
        <w:tab/>
      </w:r>
    </w:p>
    <w:sectPr w:rsidR="00F97D08" w:rsidRPr="00573989" w:rsidSect="00150A80">
      <w:pgSz w:w="11906" w:h="16838"/>
      <w:pgMar w:top="1417" w:right="1701" w:bottom="1417" w:left="1701" w:header="708" w:footer="708" w:gutter="0"/>
      <w:pgBorders w:offsetFrom="page">
        <w:top w:val="flowersTiny" w:sz="8" w:space="24" w:color="auto"/>
        <w:left w:val="flowersTiny" w:sz="8" w:space="24" w:color="auto"/>
        <w:bottom w:val="flowersTiny" w:sz="8" w:space="24" w:color="auto"/>
        <w:right w:val="flowersTiny" w:sz="8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DE2879F" w14:textId="77777777" w:rsidR="000076C6" w:rsidRDefault="000076C6" w:rsidP="00150A80">
      <w:pPr>
        <w:spacing w:after="0" w:line="240" w:lineRule="auto"/>
      </w:pPr>
      <w:r>
        <w:separator/>
      </w:r>
    </w:p>
  </w:endnote>
  <w:endnote w:type="continuationSeparator" w:id="0">
    <w:p w14:paraId="0843EB42" w14:textId="77777777" w:rsidR="000076C6" w:rsidRDefault="000076C6" w:rsidP="00150A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7252F86" w14:textId="77777777" w:rsidR="000076C6" w:rsidRDefault="000076C6" w:rsidP="00150A80">
      <w:pPr>
        <w:spacing w:after="0" w:line="240" w:lineRule="auto"/>
      </w:pPr>
      <w:r>
        <w:separator/>
      </w:r>
    </w:p>
  </w:footnote>
  <w:footnote w:type="continuationSeparator" w:id="0">
    <w:p w14:paraId="5DA8B673" w14:textId="77777777" w:rsidR="000076C6" w:rsidRDefault="000076C6" w:rsidP="00150A8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50A80"/>
    <w:rsid w:val="000076C6"/>
    <w:rsid w:val="00116B80"/>
    <w:rsid w:val="00150A80"/>
    <w:rsid w:val="00152094"/>
    <w:rsid w:val="00197188"/>
    <w:rsid w:val="00323141"/>
    <w:rsid w:val="003B6494"/>
    <w:rsid w:val="003D6640"/>
    <w:rsid w:val="004B3D27"/>
    <w:rsid w:val="00573989"/>
    <w:rsid w:val="005E4F09"/>
    <w:rsid w:val="00664B28"/>
    <w:rsid w:val="006B39F6"/>
    <w:rsid w:val="00703401"/>
    <w:rsid w:val="007D0BCA"/>
    <w:rsid w:val="008115F1"/>
    <w:rsid w:val="008E433D"/>
    <w:rsid w:val="009852B1"/>
    <w:rsid w:val="00C742EB"/>
    <w:rsid w:val="00DA5BC2"/>
    <w:rsid w:val="00E00795"/>
    <w:rsid w:val="00F97D08"/>
    <w:rsid w:val="00FE19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1">
      <o:colormenu v:ext="edit" fillcolor="none [1940]" strokecolor="none"/>
    </o:shapedefaults>
    <o:shapelayout v:ext="edit">
      <o:idmap v:ext="edit" data="1"/>
      <o:rules v:ext="edit">
        <o:r id="V:Rule11" type="connector" idref="#_x0000_s1030"/>
        <o:r id="V:Rule12" type="connector" idref="#_x0000_s1047"/>
        <o:r id="V:Rule13" type="connector" idref="#_x0000_s1048"/>
        <o:r id="V:Rule14" type="connector" idref="#_x0000_s1031"/>
        <o:r id="V:Rule15" type="connector" idref="#_x0000_s1032"/>
        <o:r id="V:Rule16" type="connector" idref="#_x0000_s1046"/>
        <o:r id="V:Rule17" type="connector" idref="#_x0000_s1034"/>
        <o:r id="V:Rule18" type="connector" idref="#_x0000_s1033"/>
        <o:r id="V:Rule19" type="connector" idref="#_x0000_s1044"/>
        <o:r id="V:Rule20" type="connector" idref="#_x0000_s1045"/>
      </o:rules>
    </o:shapelayout>
  </w:shapeDefaults>
  <w:decimalSymbol w:val=","/>
  <w:listSeparator w:val=";"/>
  <w14:docId w14:val="72C8CDC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7D0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150A8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50A80"/>
  </w:style>
  <w:style w:type="paragraph" w:styleId="Footer">
    <w:name w:val="footer"/>
    <w:basedOn w:val="Normal"/>
    <w:link w:val="FooterChar"/>
    <w:uiPriority w:val="99"/>
    <w:semiHidden/>
    <w:unhideWhenUsed/>
    <w:rsid w:val="00150A8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50A80"/>
  </w:style>
  <w:style w:type="paragraph" w:styleId="BalloonText">
    <w:name w:val="Balloon Text"/>
    <w:basedOn w:val="Normal"/>
    <w:link w:val="BalloonTextChar"/>
    <w:uiPriority w:val="99"/>
    <w:semiHidden/>
    <w:unhideWhenUsed/>
    <w:rsid w:val="006B39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39F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PT" w:eastAsia="pt-P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png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wmf"/><Relationship Id="rId17" Type="http://schemas.openxmlformats.org/officeDocument/2006/relationships/image" Target="media/image10.wmf"/><Relationship Id="rId2" Type="http://schemas.openxmlformats.org/officeDocument/2006/relationships/styles" Target="styles.xml"/><Relationship Id="rId16" Type="http://schemas.openxmlformats.org/officeDocument/2006/relationships/image" Target="media/image9.w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wmf"/><Relationship Id="rId5" Type="http://schemas.openxmlformats.org/officeDocument/2006/relationships/webSettings" Target="webSettings.xml"/><Relationship Id="rId15" Type="http://schemas.openxmlformats.org/officeDocument/2006/relationships/image" Target="media/image8.wmf"/><Relationship Id="rId10" Type="http://schemas.openxmlformats.org/officeDocument/2006/relationships/image" Target="media/image3.wmf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image" Target="media/image7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.dotm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xmlns:mc="http://schemas.openxmlformats.org/markup-compatibility/2006" xmlns:a14="http://schemas.microsoft.com/office/drawing/2010/main" val="1F497D" mc:Ignorable=""/>
      </a:dk2>
      <a:lt2>
        <a:srgbClr xmlns:mc="http://schemas.openxmlformats.org/markup-compatibility/2006" xmlns:a14="http://schemas.microsoft.com/office/drawing/2010/main" val="EEECE1" mc:Ignorable=""/>
      </a:lt2>
      <a:accent1>
        <a:srgbClr xmlns:mc="http://schemas.openxmlformats.org/markup-compatibility/2006" xmlns:a14="http://schemas.microsoft.com/office/drawing/2010/main" val="4F81BD" mc:Ignorable=""/>
      </a:accent1>
      <a:accent2>
        <a:srgbClr xmlns:mc="http://schemas.openxmlformats.org/markup-compatibility/2006" xmlns:a14="http://schemas.microsoft.com/office/drawing/2010/main" val="C0504D" mc:Ignorable=""/>
      </a:accent2>
      <a:accent3>
        <a:srgbClr xmlns:mc="http://schemas.openxmlformats.org/markup-compatibility/2006" xmlns:a14="http://schemas.microsoft.com/office/drawing/2010/main" val="9BBB59" mc:Ignorable=""/>
      </a:accent3>
      <a:accent4>
        <a:srgbClr xmlns:mc="http://schemas.openxmlformats.org/markup-compatibility/2006" xmlns:a14="http://schemas.microsoft.com/office/drawing/2010/main" val="8064A2" mc:Ignorable=""/>
      </a:accent4>
      <a:accent5>
        <a:srgbClr xmlns:mc="http://schemas.openxmlformats.org/markup-compatibility/2006" xmlns:a14="http://schemas.microsoft.com/office/drawing/2010/main" val="4BACC6" mc:Ignorable=""/>
      </a:accent5>
      <a:accent6>
        <a:srgbClr xmlns:mc="http://schemas.openxmlformats.org/markup-compatibility/2006" xmlns:a14="http://schemas.microsoft.com/office/drawing/2010/main" val="F79646" mc:Ignorable=""/>
      </a:accent6>
      <a:hlink>
        <a:srgbClr xmlns:mc="http://schemas.openxmlformats.org/markup-compatibility/2006" xmlns:a14="http://schemas.microsoft.com/office/drawing/2010/main" val="0000FF" mc:Ignorable=""/>
      </a:hlink>
      <a:folHlink>
        <a:srgbClr xmlns:mc="http://schemas.openxmlformats.org/markup-compatibility/2006" xmlns:a14="http://schemas.microsoft.com/office/drawing/2010/main" val="800080" mc:Ignorable="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xmlns:mc="http://schemas.openxmlformats.org/markup-compatibility/2006" xmlns:a14="http://schemas.microsoft.com/office/drawing/2010/main" val="000000" mc:Ignorable="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CA574C-1DB2-47F5-A907-354AC06BBB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1</Pages>
  <Words>57</Words>
  <Characters>310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EFA</dc:creator>
  <cp:keywords/>
  <dc:description/>
  <cp:lastModifiedBy>Denise</cp:lastModifiedBy>
  <cp:revision>24</cp:revision>
  <dcterms:created xsi:type="dcterms:W3CDTF">2010-03-05T12:15:00Z</dcterms:created>
  <dcterms:modified xsi:type="dcterms:W3CDTF">2010-10-17T14:23:00Z</dcterms:modified>
</cp:coreProperties>
</file>